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1BFE0" w14:textId="77777777" w:rsidR="00751971" w:rsidRDefault="00052F0D" w:rsidP="002A51E1">
      <w:pPr>
        <w:pStyle w:val="chapter"/>
        <w:spacing w:line="360" w:lineRule="auto"/>
      </w:pPr>
      <w:r w:rsidRPr="00EB737A">
        <w:t>ACKNOWLEDGEMENTS</w:t>
      </w:r>
    </w:p>
    <w:p w14:paraId="2C7A9F63" w14:textId="77777777" w:rsidR="00052F0D" w:rsidRDefault="00052F0D" w:rsidP="002A51E1">
      <w:pPr>
        <w:pStyle w:val="chapter"/>
        <w:spacing w:line="360" w:lineRule="auto"/>
      </w:pPr>
    </w:p>
    <w:p w14:paraId="7741567B" w14:textId="77777777" w:rsidR="00A42F99" w:rsidRDefault="00A42F99" w:rsidP="002A51E1">
      <w:pPr>
        <w:pStyle w:val="chapter"/>
        <w:spacing w:line="360" w:lineRule="auto"/>
      </w:pPr>
    </w:p>
    <w:p w14:paraId="209FA266" w14:textId="77777777" w:rsidR="002A51E1" w:rsidRDefault="00D82246" w:rsidP="00A42F99">
      <w:permStart w:id="1159007337" w:edGrp="everyone"/>
      <w:r>
        <w:t>Text</w:t>
      </w:r>
    </w:p>
    <w:permEnd w:id="1159007337"/>
    <w:p w14:paraId="2725E452" w14:textId="77777777" w:rsidR="002A51E1" w:rsidRDefault="002A51E1" w:rsidP="002A51E1">
      <w:pPr>
        <w:pStyle w:val="chapter"/>
        <w:spacing w:line="360" w:lineRule="auto"/>
        <w:jc w:val="left"/>
        <w:rPr>
          <w:sz w:val="24"/>
          <w:szCs w:val="24"/>
        </w:rPr>
      </w:pPr>
    </w:p>
    <w:p w14:paraId="73B4D948" w14:textId="77777777" w:rsidR="002A51E1" w:rsidRPr="002A51E1" w:rsidRDefault="002A51E1" w:rsidP="002A51E1">
      <w:pPr>
        <w:pStyle w:val="chapter"/>
        <w:spacing w:line="360" w:lineRule="auto"/>
        <w:jc w:val="left"/>
        <w:rPr>
          <w:sz w:val="24"/>
          <w:szCs w:val="24"/>
        </w:rPr>
      </w:pPr>
    </w:p>
    <w:p w14:paraId="7C008189" w14:textId="77777777" w:rsidR="00052F0D" w:rsidRPr="002A51E1" w:rsidRDefault="00A42F99" w:rsidP="002A51E1">
      <w:pPr>
        <w:pStyle w:val="BodyText"/>
        <w:pBdr>
          <w:top w:val="none" w:sz="0" w:space="0" w:color="auto"/>
        </w:pBdr>
        <w:spacing w:line="360" w:lineRule="auto"/>
        <w:ind w:left="4320"/>
        <w:jc w:val="center"/>
        <w:rPr>
          <w:rFonts w:ascii="Times New Roman" w:hAnsi="CordiaUPC" w:cs="CordiaUPC"/>
          <w:sz w:val="24"/>
          <w:szCs w:val="24"/>
        </w:rPr>
      </w:pPr>
      <w:permStart w:id="1846215128" w:edGrp="everyone"/>
      <w:r>
        <w:rPr>
          <w:rFonts w:ascii="Times New Roman" w:hAnsi="CordiaUPC" w:cs="CordiaUPC"/>
          <w:sz w:val="24"/>
          <w:szCs w:val="24"/>
        </w:rPr>
        <w:t>Author</w:t>
      </w:r>
    </w:p>
    <w:p w14:paraId="3A7651A4" w14:textId="77777777" w:rsidR="00052F0D" w:rsidRPr="002A51E1" w:rsidRDefault="00A42F99" w:rsidP="002A51E1">
      <w:pPr>
        <w:pStyle w:val="BodyText"/>
        <w:pBdr>
          <w:top w:val="none" w:sz="0" w:space="0" w:color="auto"/>
        </w:pBdr>
        <w:spacing w:line="360" w:lineRule="auto"/>
        <w:ind w:left="4320"/>
        <w:jc w:val="center"/>
        <w:rPr>
          <w:rFonts w:ascii="Times New Roman" w:hAnsi="Times New Roman" w:cs="CordiaUPC"/>
          <w:sz w:val="24"/>
          <w:szCs w:val="24"/>
        </w:rPr>
      </w:pPr>
      <w:r>
        <w:rPr>
          <w:rFonts w:ascii="Times New Roman" w:hAnsi="Times New Roman" w:cs="CordiaUPC"/>
          <w:sz w:val="24"/>
          <w:szCs w:val="24"/>
        </w:rPr>
        <w:t>Month, Year</w:t>
      </w:r>
      <w:permEnd w:id="1846215128"/>
    </w:p>
    <w:sectPr w:rsidR="00052F0D" w:rsidRPr="002A51E1" w:rsidSect="00D82246">
      <w:pgSz w:w="11909" w:h="16834" w:code="9"/>
      <w:pgMar w:top="1710" w:right="1440" w:bottom="1440" w:left="2160" w:header="144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roman"/>
    <w:pitch w:val="variable"/>
    <w:sig w:usb0="01000000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charset w:val="DE"/>
    <w:family w:val="swiss"/>
    <w:pitch w:val="variable"/>
    <w:sig w:usb0="01000003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7BD"/>
    <w:rsid w:val="00052F0D"/>
    <w:rsid w:val="000E349A"/>
    <w:rsid w:val="002A51E1"/>
    <w:rsid w:val="002B35D9"/>
    <w:rsid w:val="002F716B"/>
    <w:rsid w:val="00376F7D"/>
    <w:rsid w:val="0040648D"/>
    <w:rsid w:val="00556BB1"/>
    <w:rsid w:val="00571BDE"/>
    <w:rsid w:val="005F15C0"/>
    <w:rsid w:val="006D5F43"/>
    <w:rsid w:val="006F57BD"/>
    <w:rsid w:val="00751971"/>
    <w:rsid w:val="007A21DE"/>
    <w:rsid w:val="00932642"/>
    <w:rsid w:val="00A42F99"/>
    <w:rsid w:val="00B70B53"/>
    <w:rsid w:val="00D24194"/>
    <w:rsid w:val="00D50D15"/>
    <w:rsid w:val="00D82246"/>
    <w:rsid w:val="00E76524"/>
    <w:rsid w:val="00EC513D"/>
    <w:rsid w:val="00F55039"/>
    <w:rsid w:val="00F6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28D175"/>
  <w15:chartTrackingRefBased/>
  <w15:docId w15:val="{D43C21E3-C8B6-46FB-A87D-DF73D0E8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32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หัวข้อ1"/>
    <w:basedOn w:val="Normal"/>
    <w:rsid w:val="00D50D15"/>
    <w:rPr>
      <w:rFonts w:ascii="Cordia New" w:hAnsi="Cordia New" w:cs="Cordia New"/>
      <w:b/>
      <w:bCs/>
      <w:sz w:val="36"/>
      <w:szCs w:val="36"/>
    </w:rPr>
  </w:style>
  <w:style w:type="paragraph" w:customStyle="1" w:styleId="111">
    <w:name w:val="หัวข้อ1.1.1"/>
    <w:basedOn w:val="Normal"/>
    <w:rsid w:val="00D50D15"/>
    <w:pPr>
      <w:tabs>
        <w:tab w:val="left" w:pos="720"/>
      </w:tabs>
    </w:pPr>
    <w:rPr>
      <w:rFonts w:ascii="Cordia New" w:hAnsi="Cordia New" w:cs="Cordia New"/>
      <w:sz w:val="32"/>
    </w:rPr>
  </w:style>
  <w:style w:type="paragraph" w:customStyle="1" w:styleId="1111">
    <w:name w:val="หัวข้อ1.1.1.1"/>
    <w:basedOn w:val="111"/>
    <w:rsid w:val="00D50D15"/>
    <w:pPr>
      <w:tabs>
        <w:tab w:val="clear" w:pos="720"/>
        <w:tab w:val="left" w:pos="1368"/>
      </w:tabs>
    </w:pPr>
  </w:style>
  <w:style w:type="paragraph" w:customStyle="1" w:styleId="10">
    <w:name w:val="หัวข้อ1)"/>
    <w:next w:val="BodyTextIndent"/>
    <w:rsid w:val="00F6320A"/>
    <w:pPr>
      <w:tabs>
        <w:tab w:val="left" w:pos="2160"/>
      </w:tabs>
    </w:pPr>
    <w:rPr>
      <w:rFonts w:cs="Times New Roman"/>
      <w:sz w:val="24"/>
      <w:szCs w:val="24"/>
      <w:lang w:bidi="th-TH"/>
    </w:rPr>
  </w:style>
  <w:style w:type="paragraph" w:customStyle="1" w:styleId="11">
    <w:name w:val="หัวข้อ(1)"/>
    <w:basedOn w:val="1111"/>
    <w:rsid w:val="00D50D15"/>
    <w:pPr>
      <w:tabs>
        <w:tab w:val="clear" w:pos="1368"/>
        <w:tab w:val="left" w:pos="2520"/>
      </w:tabs>
    </w:pPr>
  </w:style>
  <w:style w:type="paragraph" w:customStyle="1" w:styleId="11110">
    <w:name w:val="ย่อ1.1.1.1"/>
    <w:basedOn w:val="Normal"/>
    <w:rsid w:val="00EC513D"/>
    <w:pPr>
      <w:tabs>
        <w:tab w:val="left" w:pos="1368"/>
      </w:tabs>
      <w:ind w:firstLine="1368"/>
      <w:jc w:val="thaiDistribute"/>
    </w:pPr>
    <w:rPr>
      <w:rFonts w:ascii="Cordia New" w:eastAsia="SimSun" w:hAnsi="Cordia New" w:cs="Cordia New"/>
      <w:sz w:val="32"/>
      <w:lang w:eastAsia="zh-CN"/>
    </w:rPr>
  </w:style>
  <w:style w:type="paragraph" w:customStyle="1" w:styleId="12">
    <w:name w:val="ลักษณะ1"/>
    <w:basedOn w:val="Normal"/>
    <w:rsid w:val="00EC513D"/>
    <w:pPr>
      <w:ind w:firstLine="1368"/>
      <w:jc w:val="thaiDistribute"/>
    </w:pPr>
    <w:rPr>
      <w:rFonts w:ascii="Cordia New" w:eastAsia="SimSun" w:hAnsi="Cordia New" w:cs="Cordia New"/>
      <w:sz w:val="32"/>
      <w:lang w:eastAsia="zh-CN"/>
    </w:rPr>
  </w:style>
  <w:style w:type="paragraph" w:customStyle="1" w:styleId="11111">
    <w:name w:val="ย่อหน้า1.1.1.1"/>
    <w:basedOn w:val="Normal"/>
    <w:autoRedefine/>
    <w:rsid w:val="002B35D9"/>
    <w:pPr>
      <w:tabs>
        <w:tab w:val="left" w:pos="1368"/>
      </w:tabs>
      <w:ind w:firstLine="1368"/>
    </w:pPr>
    <w:rPr>
      <w:rFonts w:ascii="Cordia New" w:hAnsi="Cordia New" w:cs="Cordia New"/>
      <w:sz w:val="32"/>
    </w:rPr>
  </w:style>
  <w:style w:type="paragraph" w:customStyle="1" w:styleId="110">
    <w:name w:val="ย่อหน้า(1.1)"/>
    <w:basedOn w:val="Normal"/>
    <w:autoRedefine/>
    <w:rsid w:val="0040648D"/>
    <w:pPr>
      <w:tabs>
        <w:tab w:val="left" w:pos="900"/>
      </w:tabs>
      <w:ind w:firstLine="2952"/>
      <w:jc w:val="thaiDistribute"/>
    </w:pPr>
    <w:rPr>
      <w:rFonts w:ascii="Cordia New" w:eastAsia="SimSun" w:hAnsi="Cordia New" w:cs="Cordia New"/>
      <w:sz w:val="32"/>
      <w:lang w:eastAsia="zh-CN"/>
    </w:rPr>
  </w:style>
  <w:style w:type="paragraph" w:customStyle="1" w:styleId="a">
    <w:name w:val="บทที่"/>
    <w:rsid w:val="00932642"/>
    <w:pPr>
      <w:jc w:val="center"/>
    </w:pPr>
    <w:rPr>
      <w:rFonts w:ascii="Arial" w:hAnsi="Arial"/>
      <w:b/>
      <w:bCs/>
      <w:kern w:val="28"/>
      <w:sz w:val="32"/>
      <w:szCs w:val="40"/>
      <w:lang w:bidi="th-TH"/>
    </w:rPr>
  </w:style>
  <w:style w:type="paragraph" w:customStyle="1" w:styleId="3">
    <w:name w:val="ลักษณะ3"/>
    <w:basedOn w:val="1"/>
    <w:next w:val="1"/>
    <w:rsid w:val="00932642"/>
    <w:rPr>
      <w:rFonts w:cs="Angsana New"/>
      <w:bCs w:val="0"/>
    </w:rPr>
  </w:style>
  <w:style w:type="paragraph" w:customStyle="1" w:styleId="112">
    <w:name w:val="หัวข้อ1.1"/>
    <w:rsid w:val="00F6320A"/>
    <w:rPr>
      <w:rFonts w:ascii="Cordia New" w:hAnsi="Cordia New" w:cs="Times New Roman"/>
      <w:sz w:val="32"/>
      <w:szCs w:val="32"/>
      <w:lang w:bidi="th-TH"/>
    </w:rPr>
  </w:style>
  <w:style w:type="paragraph" w:styleId="BodyTextIndent">
    <w:name w:val="Body Text Indent"/>
    <w:basedOn w:val="Normal"/>
    <w:rsid w:val="00F6320A"/>
    <w:pPr>
      <w:spacing w:after="120"/>
      <w:ind w:left="360"/>
    </w:pPr>
  </w:style>
  <w:style w:type="paragraph" w:customStyle="1" w:styleId="chapter">
    <w:name w:val="chapter"/>
    <w:basedOn w:val="Normal"/>
    <w:rsid w:val="000E349A"/>
    <w:pPr>
      <w:jc w:val="center"/>
    </w:pPr>
    <w:rPr>
      <w:rFonts w:cs="Times New Roman"/>
      <w:b/>
      <w:bCs/>
      <w:sz w:val="28"/>
      <w:szCs w:val="28"/>
    </w:rPr>
  </w:style>
  <w:style w:type="paragraph" w:styleId="BodyText">
    <w:name w:val="Body Text"/>
    <w:basedOn w:val="Normal"/>
    <w:rsid w:val="00052F0D"/>
    <w:pPr>
      <w:pBdr>
        <w:top w:val="single" w:sz="4" w:space="1" w:color="auto"/>
      </w:pBdr>
    </w:pPr>
    <w:rPr>
      <w:rFonts w:ascii="Cordia New" w:eastAsia="Cordia New" w:hAnsi="Cordia New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vi\OneDrive\Documents\PGDIT%20PROJECT%20TEMPLATE\4.%20ACKNOWLEDGEMEN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8CBAC-7338-41B0-9F75-E8F10D63D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4. ACKNOWLEDGEMENTS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ACKNOWLEDGEMENTS</vt:lpstr>
      <vt:lpstr>ACKNOWLEDGEMENTS</vt:lpstr>
    </vt:vector>
  </TitlesOfParts>
  <Company>MPP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ACKNOWLEDGEMENTS</dc:title>
  <dc:subject/>
  <dc:creator>MHT</dc:creator>
  <cp:keywords/>
  <dc:description/>
  <cp:lastModifiedBy>Hasnat Tanvir</cp:lastModifiedBy>
  <cp:revision>1</cp:revision>
  <dcterms:created xsi:type="dcterms:W3CDTF">2023-10-29T07:28:00Z</dcterms:created>
  <dcterms:modified xsi:type="dcterms:W3CDTF">2023-10-29T07:28:00Z</dcterms:modified>
</cp:coreProperties>
</file>